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2A62" w14:textId="392F4387" w:rsidR="00FF5017" w:rsidRPr="00E4281B" w:rsidRDefault="00ED0B2E" w:rsidP="00914135">
      <w:pPr>
        <w:rPr>
          <w:rFonts w:ascii="Yu Gothic UI" w:eastAsia="Yu Gothic UI" w:hAnsi="Yu Gothic UI"/>
          <w:b/>
          <w:bCs/>
        </w:rPr>
      </w:pPr>
      <w:proofErr w:type="spellStart"/>
      <w:r w:rsidRPr="00E4281B">
        <w:rPr>
          <w:rFonts w:ascii="Yu Gothic UI" w:eastAsia="Yu Gothic UI" w:hAnsi="Yu Gothic UI"/>
          <w:b/>
          <w:bCs/>
        </w:rPr>
        <w:t>Allegato</w:t>
      </w:r>
      <w:proofErr w:type="spellEnd"/>
      <w:r w:rsidRPr="00E4281B">
        <w:rPr>
          <w:rFonts w:ascii="Yu Gothic UI" w:eastAsia="Yu Gothic UI" w:hAnsi="Yu Gothic UI"/>
          <w:b/>
          <w:bCs/>
        </w:rPr>
        <w:t xml:space="preserve"> </w:t>
      </w:r>
      <w:r w:rsidR="000F1656">
        <w:rPr>
          <w:rFonts w:ascii="Yu Gothic UI" w:eastAsia="Yu Gothic UI" w:hAnsi="Yu Gothic UI"/>
          <w:b/>
          <w:bCs/>
        </w:rPr>
        <w:t>8</w:t>
      </w:r>
      <w:r w:rsidRPr="00E4281B">
        <w:rPr>
          <w:rFonts w:ascii="Yu Gothic UI" w:eastAsia="Yu Gothic UI" w:hAnsi="Yu Gothic UI"/>
          <w:b/>
          <w:bCs/>
        </w:rPr>
        <w:t xml:space="preserve">: Time sheet </w:t>
      </w:r>
      <w:proofErr w:type="spellStart"/>
      <w:r w:rsidRPr="00E4281B">
        <w:rPr>
          <w:rFonts w:ascii="Yu Gothic UI" w:eastAsia="Yu Gothic UI" w:hAnsi="Yu Gothic UI"/>
          <w:b/>
          <w:bCs/>
        </w:rPr>
        <w:t>mensili</w:t>
      </w:r>
      <w:proofErr w:type="spellEnd"/>
      <w:r w:rsidRPr="00E4281B">
        <w:rPr>
          <w:rFonts w:ascii="Yu Gothic UI" w:eastAsia="Yu Gothic UI" w:hAnsi="Yu Gothic UI"/>
          <w:b/>
          <w:bCs/>
        </w:rPr>
        <w:t xml:space="preserve">  </w:t>
      </w:r>
    </w:p>
    <w:p w14:paraId="491FEAB4" w14:textId="77777777" w:rsidR="00E4281B" w:rsidRDefault="00E4281B" w:rsidP="00E4281B">
      <w:pPr>
        <w:rPr>
          <w:rFonts w:ascii="Yu Gothic UI" w:eastAsia="Yu Gothic UI" w:hAnsi="Yu Gothic UI"/>
        </w:rPr>
      </w:pPr>
    </w:p>
    <w:p w14:paraId="695BDCD6" w14:textId="650D4514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>ACRONIMO E TITOLO DEL PROGETTO: _______________________________</w:t>
      </w:r>
    </w:p>
    <w:p w14:paraId="68642A29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BENEFICIARIO/PARTNER: _____________________________________________ </w:t>
      </w:r>
    </w:p>
    <w:p w14:paraId="65B24514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NOME E COGNOME __________________________________________________ </w:t>
      </w:r>
    </w:p>
    <w:p w14:paraId="03110D7A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</w:rPr>
      </w:pPr>
      <w:proofErr w:type="spellStart"/>
      <w:r w:rsidRPr="00E4281B">
        <w:rPr>
          <w:rFonts w:ascii="Yu Gothic UI" w:eastAsia="Yu Gothic UI" w:hAnsi="Yu Gothic UI"/>
          <w:sz w:val="18"/>
          <w:szCs w:val="18"/>
        </w:rPr>
        <w:t>Qualifica</w:t>
      </w:r>
      <w:proofErr w:type="spellEnd"/>
      <w:r w:rsidRPr="00E4281B">
        <w:rPr>
          <w:rFonts w:ascii="Yu Gothic UI" w:eastAsia="Yu Gothic UI" w:hAnsi="Yu Gothic UI"/>
          <w:sz w:val="18"/>
          <w:szCs w:val="18"/>
        </w:rPr>
        <w:t xml:space="preserve">: _____________________ </w:t>
      </w:r>
    </w:p>
    <w:p w14:paraId="1C5C7BF1" w14:textId="564D5270" w:rsidR="00ED0B2E" w:rsidRDefault="00ED0B2E" w:rsidP="00ED0B2E">
      <w:pPr>
        <w:rPr>
          <w:rFonts w:ascii="Yu Gothic UI" w:eastAsia="Yu Gothic UI" w:hAnsi="Yu Gothic UI"/>
          <w:sz w:val="18"/>
          <w:szCs w:val="18"/>
        </w:rPr>
      </w:pPr>
      <w:r w:rsidRPr="00E4281B">
        <w:rPr>
          <w:rFonts w:ascii="Yu Gothic UI" w:eastAsia="Yu Gothic UI" w:hAnsi="Yu Gothic UI"/>
          <w:sz w:val="18"/>
          <w:szCs w:val="18"/>
        </w:rPr>
        <w:t xml:space="preserve">Ore </w:t>
      </w:r>
      <w:proofErr w:type="spellStart"/>
      <w:r w:rsidRPr="00E4281B">
        <w:rPr>
          <w:rFonts w:ascii="Yu Gothic UI" w:eastAsia="Yu Gothic UI" w:hAnsi="Yu Gothic UI"/>
          <w:sz w:val="18"/>
          <w:szCs w:val="18"/>
        </w:rPr>
        <w:t>lavorate</w:t>
      </w:r>
      <w:proofErr w:type="spellEnd"/>
      <w:r w:rsidRPr="00E4281B">
        <w:rPr>
          <w:rFonts w:ascii="Yu Gothic UI" w:eastAsia="Yu Gothic UI" w:hAnsi="Yu Gothic UI"/>
          <w:sz w:val="18"/>
          <w:szCs w:val="18"/>
        </w:rPr>
        <w:t>:</w:t>
      </w:r>
    </w:p>
    <w:p w14:paraId="1618961E" w14:textId="77777777" w:rsidR="00E4281B" w:rsidRPr="00E4281B" w:rsidRDefault="00E4281B" w:rsidP="00ED0B2E">
      <w:pPr>
        <w:rPr>
          <w:rFonts w:ascii="Yu Gothic UI" w:eastAsia="Yu Gothic UI" w:hAnsi="Yu Gothic UI"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4281B" w:rsidRPr="000F1656" w14:paraId="79F1C57B" w14:textId="77777777" w:rsidTr="00E4281B">
        <w:trPr>
          <w:trHeight w:val="227"/>
        </w:trPr>
        <w:tc>
          <w:tcPr>
            <w:tcW w:w="567" w:type="dxa"/>
          </w:tcPr>
          <w:p w14:paraId="5061A6A5" w14:textId="29247A9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4D42E53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1A60C162" w14:textId="6B3D5B86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0CE781E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286E4DD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2AACCDF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4265E0D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59701BE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3CEA7D4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0AD4CDE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20EC113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1B5CBC2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4FAAE9D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6ADA272F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4E1E31D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776B7B1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715E2E1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451A472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1C294CB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7770A0E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36D9C65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5B9BAEC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7E8D160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05940A6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1B5FD9E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473632A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0542071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5115B4D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8C7BFF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321C96D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0DD27DD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5F3321A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479F27D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3FC8159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4281B" w:rsidRPr="000F1656" w14:paraId="3E83467B" w14:textId="77777777" w:rsidTr="00E4281B">
        <w:trPr>
          <w:trHeight w:val="340"/>
        </w:trPr>
        <w:tc>
          <w:tcPr>
            <w:tcW w:w="567" w:type="dxa"/>
          </w:tcPr>
          <w:p w14:paraId="4B31E84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54A901E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2B9C18B" w14:textId="3FDD5102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42E32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0118AD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C091A8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44A6EA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683C173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7A14F63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26F776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944C6F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E90F68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A4F4162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D8C355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6E7952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D51389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F46FF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F7732C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AE438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617DD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7251FAF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63D451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790F00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E561B5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8645CF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D4FEA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DED418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1F7D552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BBF9F9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15AB7A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4554C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ED2CDA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8278A2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7FECE7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0AA30513" w14:textId="77777777" w:rsidR="00ED0B2E" w:rsidRPr="00ED0B2E" w:rsidRDefault="00ED0B2E" w:rsidP="00ED0B2E">
      <w:pPr>
        <w:rPr>
          <w:rFonts w:ascii="Yu Gothic UI" w:eastAsia="Yu Gothic UI" w:hAnsi="Yu Gothic UI"/>
          <w:lang w:val="it-IT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D0B2E" w:rsidRPr="000F1656" w14:paraId="3DC479AC" w14:textId="77777777" w:rsidTr="00ED0B2E">
        <w:trPr>
          <w:trHeight w:val="340"/>
        </w:trPr>
        <w:tc>
          <w:tcPr>
            <w:tcW w:w="567" w:type="dxa"/>
          </w:tcPr>
          <w:p w14:paraId="2CD145ED" w14:textId="127883D1" w:rsidR="00ED0B2E" w:rsidRPr="00ED0B2E" w:rsidRDefault="00E4281B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="00ED0B2E"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737462F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5304D38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7B34A8F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2E42859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490BA98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5F73784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6BDB477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5652699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32AA98C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55B3137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51FE463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22D7CC1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4BBCBB8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227441C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610D420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54AB81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52902B5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7FDBFAD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353371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118CD8C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63642D8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153407A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0815BF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455C74F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06FFD11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1F05436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27F6F34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7DEA0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42B7052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024D88B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73822B9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63CE532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7D5841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D0B2E" w:rsidRPr="000F1656" w14:paraId="72360202" w14:textId="77777777" w:rsidTr="00ED0B2E">
        <w:trPr>
          <w:trHeight w:val="340"/>
        </w:trPr>
        <w:tc>
          <w:tcPr>
            <w:tcW w:w="567" w:type="dxa"/>
          </w:tcPr>
          <w:p w14:paraId="357C8F5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06936D2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CFFAC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5D4EE0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4BB4EF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0D03E5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FF4012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EDCC01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5C2B99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A56409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9F8312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1817DD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FC5FD3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99126B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0860ED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1F362C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12274D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1E959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00A09F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C2CEBB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25C026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ED42BD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CA2A07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5F2A20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83F24F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978D3B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B5F0D1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885FDB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762ADC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FB12E3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B46D10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6CE5D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5E1FA0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5942C96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6F8E0878" w14:textId="77777777" w:rsidR="00ED0B2E" w:rsidRPr="00ED0B2E" w:rsidRDefault="00ED0B2E" w:rsidP="00ED0B2E">
      <w:pPr>
        <w:rPr>
          <w:rFonts w:ascii="Yu Gothic UI" w:eastAsia="Yu Gothic UI" w:hAnsi="Yu Gothic UI"/>
          <w:lang w:val="it-IT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D0B2E" w:rsidRPr="000F1656" w14:paraId="1AD636CB" w14:textId="77777777" w:rsidTr="00E4281B">
        <w:trPr>
          <w:trHeight w:val="340"/>
        </w:trPr>
        <w:tc>
          <w:tcPr>
            <w:tcW w:w="567" w:type="dxa"/>
          </w:tcPr>
          <w:p w14:paraId="2AA32CDD" w14:textId="3CC2E3D6" w:rsidR="00ED0B2E" w:rsidRPr="00ED0B2E" w:rsidRDefault="00E4281B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="00ED0B2E"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50FCD6C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0EC773F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14B9B4D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335C30B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72C6B42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4BFB034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77BAA2F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4E0B09E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18883FB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3E01CE1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664C041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0D451DD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2F96081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29C105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6CEC252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3A5B44E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5A6F410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791EDE6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30479B2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4617A0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1363E2C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79FE92E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36576A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5294500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1ECDEAA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5CB04D5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72946E7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35F370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36CEF95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3D4114E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04CB39D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037673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7235F3C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D0B2E" w:rsidRPr="000F1656" w14:paraId="1990DC7B" w14:textId="77777777" w:rsidTr="00E4281B">
        <w:trPr>
          <w:trHeight w:val="340"/>
        </w:trPr>
        <w:tc>
          <w:tcPr>
            <w:tcW w:w="567" w:type="dxa"/>
          </w:tcPr>
          <w:p w14:paraId="2700DC6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6713CF9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0F462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B02CA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50EB2B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EBB7D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0F913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5D4A1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F0492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C33D75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D984A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2C2657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6BB508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B0E5EF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15EA5A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70551F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226D60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6ED0F8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F79E62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280480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E5916B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AC9CF0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B17971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30BD72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84A850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DDE59C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626E0E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C8F3EA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62AD9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AAA1A1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AB728F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AA577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4E9D5E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19C0EEA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6B86B9DE" w14:textId="77777777" w:rsid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199A68FD" w14:textId="77777777" w:rsid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3F75F6D4" w14:textId="3E6099AC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>
        <w:rPr>
          <w:rFonts w:ascii="Yu Gothic UI" w:eastAsia="Yu Gothic UI" w:hAnsi="Yu Gothic UI"/>
          <w:sz w:val="18"/>
          <w:szCs w:val="18"/>
          <w:lang w:val="it-IT"/>
        </w:rPr>
        <w:t>FIRMA della persona</w:t>
      </w:r>
    </w:p>
    <w:p w14:paraId="244A12DD" w14:textId="48C26799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_________________ </w:t>
      </w:r>
    </w:p>
    <w:p w14:paraId="0D1BFA5B" w14:textId="77777777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FIRMA del legale rappresentante del datore di lavoro (o suo delegato) o altre figure aventi titolo per il beneficiario/partner </w:t>
      </w:r>
    </w:p>
    <w:p w14:paraId="7402CE7F" w14:textId="0560313B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>__________________</w:t>
      </w:r>
    </w:p>
    <w:sectPr w:rsidR="00E4281B" w:rsidRPr="00E4281B" w:rsidSect="00ED0B2E">
      <w:headerReference w:type="first" r:id="rId9"/>
      <w:pgSz w:w="16838" w:h="11906" w:orient="landscape" w:code="9"/>
      <w:pgMar w:top="2454" w:right="1985" w:bottom="1134" w:left="1418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CA6CB" w14:textId="77777777" w:rsidR="00ED0B2E" w:rsidRDefault="00ED0B2E" w:rsidP="000E70A9">
      <w:r>
        <w:separator/>
      </w:r>
    </w:p>
  </w:endnote>
  <w:endnote w:type="continuationSeparator" w:id="0">
    <w:p w14:paraId="24D7240D" w14:textId="77777777" w:rsidR="00ED0B2E" w:rsidRDefault="00ED0B2E" w:rsidP="000E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B47D" w14:textId="77777777" w:rsidR="00ED0B2E" w:rsidRDefault="00ED0B2E" w:rsidP="000E70A9">
      <w:r>
        <w:separator/>
      </w:r>
    </w:p>
  </w:footnote>
  <w:footnote w:type="continuationSeparator" w:id="0">
    <w:p w14:paraId="5D0EAA14" w14:textId="77777777" w:rsidR="00ED0B2E" w:rsidRDefault="00ED0B2E" w:rsidP="000E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A874" w14:textId="1B11779F" w:rsidR="00ED0B2E" w:rsidRDefault="00ED0B2E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0826C9E2" wp14:editId="2DC0992E">
          <wp:simplePos x="0" y="0"/>
          <wp:positionH relativeFrom="page">
            <wp:align>center</wp:align>
          </wp:positionH>
          <wp:positionV relativeFrom="paragraph">
            <wp:posOffset>151765</wp:posOffset>
          </wp:positionV>
          <wp:extent cx="6226233" cy="532015"/>
          <wp:effectExtent l="0" t="0" r="3175" b="1905"/>
          <wp:wrapNone/>
          <wp:docPr id="453708517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17"/>
  </w:num>
  <w:num w:numId="2" w16cid:durableId="860506480">
    <w:abstractNumId w:val="16"/>
  </w:num>
  <w:num w:numId="3" w16cid:durableId="1330447652">
    <w:abstractNumId w:val="10"/>
  </w:num>
  <w:num w:numId="4" w16cid:durableId="189073041">
    <w:abstractNumId w:val="21"/>
  </w:num>
  <w:num w:numId="5" w16cid:durableId="534732837">
    <w:abstractNumId w:val="15"/>
  </w:num>
  <w:num w:numId="6" w16cid:durableId="154805558">
    <w:abstractNumId w:val="19"/>
  </w:num>
  <w:num w:numId="7" w16cid:durableId="1495023574">
    <w:abstractNumId w:val="13"/>
  </w:num>
  <w:num w:numId="8" w16cid:durableId="1322998693">
    <w:abstractNumId w:val="12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18"/>
  </w:num>
  <w:num w:numId="25" w16cid:durableId="562833113">
    <w:abstractNumId w:val="11"/>
  </w:num>
  <w:num w:numId="26" w16cid:durableId="1492864884">
    <w:abstractNumId w:val="14"/>
  </w:num>
  <w:num w:numId="27" w16cid:durableId="301690325">
    <w:abstractNumId w:val="20"/>
  </w:num>
  <w:num w:numId="28" w16cid:durableId="173311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2E"/>
    <w:rsid w:val="0001455C"/>
    <w:rsid w:val="000E70A9"/>
    <w:rsid w:val="000F1656"/>
    <w:rsid w:val="00116107"/>
    <w:rsid w:val="00122F6F"/>
    <w:rsid w:val="002103A6"/>
    <w:rsid w:val="002159DE"/>
    <w:rsid w:val="00231697"/>
    <w:rsid w:val="004B3643"/>
    <w:rsid w:val="0052565F"/>
    <w:rsid w:val="00596D30"/>
    <w:rsid w:val="005A18FD"/>
    <w:rsid w:val="005F6865"/>
    <w:rsid w:val="005F7094"/>
    <w:rsid w:val="006676E6"/>
    <w:rsid w:val="00693289"/>
    <w:rsid w:val="006B37EE"/>
    <w:rsid w:val="006E072D"/>
    <w:rsid w:val="0073021D"/>
    <w:rsid w:val="007F713C"/>
    <w:rsid w:val="008317EF"/>
    <w:rsid w:val="0088024D"/>
    <w:rsid w:val="008A27F6"/>
    <w:rsid w:val="00914135"/>
    <w:rsid w:val="00935843"/>
    <w:rsid w:val="00987F13"/>
    <w:rsid w:val="009E7D02"/>
    <w:rsid w:val="00B92C5E"/>
    <w:rsid w:val="00BF3A7D"/>
    <w:rsid w:val="00C345AD"/>
    <w:rsid w:val="00CD74F8"/>
    <w:rsid w:val="00E16BC0"/>
    <w:rsid w:val="00E2486D"/>
    <w:rsid w:val="00E4281B"/>
    <w:rsid w:val="00ED0B2E"/>
    <w:rsid w:val="00FB2EF3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1CB3FB"/>
  <w15:chartTrackingRefBased/>
  <w15:docId w15:val="{33EFFBB7-02F3-4BA7-988B-3CFF4463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5AD"/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6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kern w:val="0"/>
      <w:sz w:val="28"/>
      <w14:ligatures w14:val="none"/>
    </w:rPr>
  </w:style>
  <w:style w:type="paragraph" w:customStyle="1" w:styleId="Contacttext">
    <w:name w:val="Contact text"/>
    <w:basedOn w:val="Normale"/>
    <w:uiPriority w:val="15"/>
    <w:qFormat/>
    <w:rsid w:val="00935843"/>
    <w:rPr>
      <w:kern w:val="0"/>
      <w14:ligatures w14:val="none"/>
    </w:rPr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kern w:val="0"/>
      <w:sz w:val="36"/>
      <w14:ligatures w14:val="none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kern w:val="0"/>
      <w:sz w:val="14"/>
      <w14:ligatures w14:val="none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kern w:val="0"/>
      <w:sz w:val="28"/>
      <w14:ligatures w14:val="none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kern w:val="0"/>
      <w:sz w:val="28"/>
      <w14:ligatures w14:val="none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kern w:val="0"/>
      <w:sz w:val="14"/>
      <w:szCs w:val="24"/>
      <w14:ligatures w14:val="none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  <w:kern w:val="0"/>
      <w14:ligatures w14:val="none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kern w:val="0"/>
      <w:sz w:val="17"/>
      <w14:ligatures w14:val="none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kern w:val="0"/>
      <w:sz w:val="18"/>
      <w14:ligatures w14:val="none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kern w:val="0"/>
      <w:sz w:val="36"/>
      <w14:ligatures w14:val="none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fbujok02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1C0B4F7F-FF3F-4C4C-A704-C314F00B2937}">
  <ds:schemaRefs/>
</ds:datastoreItem>
</file>

<file path=customXml/itemProps2.xml><?xml version="1.0" encoding="utf-8"?>
<ds:datastoreItem xmlns:ds="http://schemas.openxmlformats.org/officeDocument/2006/customXml" ds:itemID="{A46AAC3C-852B-4644-BCA3-7D527058D111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fbujok02.dotx</Template>
  <TotalTime>15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Luisa Parisi, Alessandra</cp:lastModifiedBy>
  <cp:revision>2</cp:revision>
  <dcterms:created xsi:type="dcterms:W3CDTF">2025-09-15T07:44:00Z</dcterms:created>
  <dcterms:modified xsi:type="dcterms:W3CDTF">2025-10-21T08:14:00Z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